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54" w:rsidRDefault="008F1254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8F1254" w:rsidRDefault="00052F98" w:rsidP="00DD0544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052F98">
        <w:rPr>
          <w:rFonts w:ascii="Arial" w:eastAsia="Arial Unicode MS" w:hAnsi="Arial" w:cs="Arial"/>
          <w:b/>
          <w:bCs/>
          <w:sz w:val="20"/>
          <w:szCs w:val="20"/>
        </w:rPr>
        <w:t xml:space="preserve">AFFIDAMENTO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>SERVIZI ASSICURATIVI</w:t>
      </w:r>
    </w:p>
    <w:p w:rsidR="006A131D" w:rsidRDefault="00DC0B2D" w:rsidP="00B2609D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LOTTO </w:t>
      </w:r>
      <w:r w:rsidR="005526F7">
        <w:rPr>
          <w:rFonts w:ascii="Arial" w:eastAsia="Arial Unicode MS" w:hAnsi="Arial" w:cs="Arial"/>
          <w:b/>
          <w:bCs/>
          <w:sz w:val="20"/>
          <w:szCs w:val="20"/>
        </w:rPr>
        <w:t>4</w:t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 -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 xml:space="preserve">POLIZZA </w:t>
      </w:r>
      <w:r w:rsidR="00B2609D">
        <w:rPr>
          <w:rFonts w:ascii="Arial" w:eastAsia="Arial Unicode MS" w:hAnsi="Arial" w:cs="Arial"/>
          <w:b/>
          <w:bCs/>
          <w:sz w:val="20"/>
          <w:szCs w:val="20"/>
        </w:rPr>
        <w:t>INFORTUNI</w:t>
      </w:r>
    </w:p>
    <w:p w:rsidR="00575959" w:rsidRDefault="00D870CA" w:rsidP="006C3A1D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 Black" w:eastAsia="Arial Unicode MS" w:hAnsi="Arial Black" w:cs="Arial"/>
          <w:b/>
          <w:sz w:val="28"/>
          <w:szCs w:val="28"/>
        </w:rPr>
        <w:t>MODULO D’OFFERTA</w:t>
      </w:r>
      <w:r w:rsidR="007E75BD">
        <w:rPr>
          <w:rFonts w:ascii="Arial Black" w:eastAsia="Arial Unicode MS" w:hAnsi="Arial Black" w:cs="Arial"/>
          <w:b/>
          <w:sz w:val="28"/>
          <w:szCs w:val="28"/>
        </w:rPr>
        <w:t xml:space="preserve"> ECONOMICA</w:t>
      </w:r>
    </w:p>
    <w:p w:rsidR="00575959" w:rsidRDefault="00575959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Il sottoscritto</w:t>
      </w:r>
      <w:r>
        <w:rPr>
          <w:rFonts w:ascii="Arial" w:eastAsia="Arial Unicode MS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 Unicode MS" w:hAnsi="Arial" w:cs="Arial"/>
          <w:sz w:val="20"/>
          <w:szCs w:val="20"/>
        </w:rPr>
        <w:t xml:space="preserve"> …………………………….................……...……………..…….................………………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……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nato a ……………………………………..............................................…, il 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residente a ………………………………………........., via .......</w:t>
      </w:r>
      <w:r w:rsidR="00543D58">
        <w:rPr>
          <w:rFonts w:ascii="Arial" w:eastAsia="Arial Unicode MS" w:hAnsi="Arial" w:cs="Arial"/>
          <w:sz w:val="20"/>
          <w:szCs w:val="20"/>
        </w:rPr>
        <w:t>................…………………………………………..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Codice Fiscale ……………………………………, nella sua qualità di  ...……………………………………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della Ditta (Ragione Sociale) 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………………………………………………............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Partita IVA ………………………………………, C.F. ….......…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..……………………………...…………….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Sede Legale ………………………………………………………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…...</w:t>
      </w:r>
      <w:r>
        <w:rPr>
          <w:rFonts w:ascii="Arial" w:eastAsia="Arial Unicode MS" w:hAnsi="Arial" w:cs="Arial"/>
          <w:sz w:val="20"/>
          <w:szCs w:val="20"/>
        </w:rPr>
        <w:t>…........................................…...…………..</w:t>
      </w:r>
    </w:p>
    <w:p w:rsidR="003278AF" w:rsidRDefault="00575959" w:rsidP="0013454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formula la seguente offerta economica alle condizioni richiamate nel disciplinare di gara e nei suoi allegati:</w:t>
      </w:r>
    </w:p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998"/>
        <w:gridCol w:w="1559"/>
        <w:gridCol w:w="2664"/>
      </w:tblGrid>
      <w:tr w:rsidR="003468F6" w:rsidRPr="00E67A6A" w:rsidTr="002D2AFF">
        <w:trPr>
          <w:trHeight w:hRule="exact" w:val="539"/>
        </w:trPr>
        <w:tc>
          <w:tcPr>
            <w:tcW w:w="1418" w:type="dxa"/>
            <w:vMerge w:val="restart"/>
            <w:shd w:val="clear" w:color="auto" w:fill="FDE9D9" w:themeFill="accent6" w:themeFillTint="33"/>
            <w:vAlign w:val="center"/>
          </w:tcPr>
          <w:p w:rsidR="003468F6" w:rsidRPr="00E67A6A" w:rsidRDefault="003468F6" w:rsidP="007E75BD">
            <w:pPr>
              <w:ind w:left="3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CALCOLO DEL PREMIO</w:t>
            </w:r>
          </w:p>
        </w:tc>
        <w:tc>
          <w:tcPr>
            <w:tcW w:w="3998" w:type="dxa"/>
            <w:shd w:val="clear" w:color="auto" w:fill="FDE9D9" w:themeFill="accent6" w:themeFillTint="33"/>
            <w:vAlign w:val="center"/>
          </w:tcPr>
          <w:p w:rsidR="003468F6" w:rsidRPr="00E67A6A" w:rsidRDefault="003468F6" w:rsidP="0031630F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CATEGORIA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3468F6" w:rsidRPr="00B2609D" w:rsidRDefault="003468F6" w:rsidP="0031630F">
            <w:pPr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PARAMETRO</w:t>
            </w:r>
          </w:p>
        </w:tc>
        <w:tc>
          <w:tcPr>
            <w:tcW w:w="2664" w:type="dxa"/>
            <w:shd w:val="clear" w:color="auto" w:fill="FDE9D9" w:themeFill="accent6" w:themeFillTint="33"/>
            <w:vAlign w:val="center"/>
          </w:tcPr>
          <w:p w:rsidR="003468F6" w:rsidRPr="008A14B4" w:rsidRDefault="003468F6" w:rsidP="0031630F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PREMIO LORDO PRO CAPITE</w:t>
            </w:r>
          </w:p>
        </w:tc>
      </w:tr>
      <w:tr w:rsidR="003468F6" w:rsidRPr="00E67A6A" w:rsidTr="002D2AFF">
        <w:trPr>
          <w:trHeight w:val="397"/>
        </w:trPr>
        <w:tc>
          <w:tcPr>
            <w:tcW w:w="1418" w:type="dxa"/>
            <w:vMerge/>
            <w:vAlign w:val="center"/>
          </w:tcPr>
          <w:p w:rsidR="003468F6" w:rsidRPr="00E67A6A" w:rsidRDefault="003468F6" w:rsidP="001A57C6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  <w:shd w:val="clear" w:color="auto" w:fill="auto"/>
            <w:vAlign w:val="center"/>
          </w:tcPr>
          <w:p w:rsidR="003468F6" w:rsidRPr="009B31E7" w:rsidRDefault="00191D64" w:rsidP="00217A50">
            <w:pPr>
              <w:pStyle w:val="Paragrafoelenco"/>
              <w:numPr>
                <w:ilvl w:val="0"/>
                <w:numId w:val="40"/>
              </w:numPr>
              <w:tabs>
                <w:tab w:val="left" w:pos="-1134"/>
                <w:tab w:val="left" w:pos="426"/>
                <w:tab w:val="left" w:pos="567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1E7">
              <w:rPr>
                <w:rFonts w:ascii="Arial" w:hAnsi="Arial" w:cs="Arial"/>
                <w:b/>
                <w:bCs/>
                <w:sz w:val="20"/>
                <w:szCs w:val="20"/>
              </w:rPr>
              <w:t>Amministratori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68F6" w:rsidRDefault="0083197F" w:rsidP="003468F6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64" w:type="dxa"/>
            <w:vAlign w:val="center"/>
          </w:tcPr>
          <w:p w:rsidR="003468F6" w:rsidRPr="00FF14D4" w:rsidRDefault="003468F6" w:rsidP="001A57C6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€</w:t>
            </w:r>
          </w:p>
        </w:tc>
      </w:tr>
      <w:tr w:rsidR="003468F6" w:rsidRPr="00E67A6A" w:rsidTr="002D2AFF">
        <w:trPr>
          <w:trHeight w:val="397"/>
        </w:trPr>
        <w:tc>
          <w:tcPr>
            <w:tcW w:w="1418" w:type="dxa"/>
            <w:vMerge/>
            <w:vAlign w:val="center"/>
          </w:tcPr>
          <w:p w:rsidR="003468F6" w:rsidRPr="00E67A6A" w:rsidRDefault="003468F6" w:rsidP="001A57C6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  <w:shd w:val="clear" w:color="auto" w:fill="auto"/>
            <w:vAlign w:val="center"/>
          </w:tcPr>
          <w:p w:rsidR="003468F6" w:rsidRPr="009B31E7" w:rsidRDefault="00B95E98" w:rsidP="00217A50">
            <w:pPr>
              <w:pStyle w:val="Paragrafoelenco"/>
              <w:numPr>
                <w:ilvl w:val="0"/>
                <w:numId w:val="40"/>
              </w:numPr>
              <w:tabs>
                <w:tab w:val="left" w:pos="-1134"/>
                <w:tab w:val="left" w:pos="426"/>
                <w:tab w:val="left" w:pos="567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1E7">
              <w:rPr>
                <w:rFonts w:ascii="Arial" w:hAnsi="Arial" w:cs="Arial"/>
                <w:b/>
                <w:bCs/>
                <w:sz w:val="20"/>
                <w:szCs w:val="20"/>
              </w:rPr>
              <w:t>Dipendenti in missione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68F6" w:rsidRDefault="002177C8" w:rsidP="003468F6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3.500 Km</w:t>
            </w:r>
          </w:p>
        </w:tc>
        <w:tc>
          <w:tcPr>
            <w:tcW w:w="2664" w:type="dxa"/>
            <w:vAlign w:val="center"/>
          </w:tcPr>
          <w:p w:rsidR="003468F6" w:rsidRPr="00FF14D4" w:rsidRDefault="003468F6" w:rsidP="001A57C6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_€</w:t>
            </w:r>
          </w:p>
        </w:tc>
      </w:tr>
      <w:tr w:rsidR="003468F6" w:rsidRPr="00E67A6A" w:rsidTr="002D2AFF">
        <w:trPr>
          <w:trHeight w:val="346"/>
        </w:trPr>
        <w:tc>
          <w:tcPr>
            <w:tcW w:w="1418" w:type="dxa"/>
            <w:vMerge/>
            <w:vAlign w:val="center"/>
          </w:tcPr>
          <w:p w:rsidR="003468F6" w:rsidRPr="00E67A6A" w:rsidRDefault="003468F6" w:rsidP="001A57C6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  <w:shd w:val="clear" w:color="auto" w:fill="auto"/>
            <w:vAlign w:val="center"/>
          </w:tcPr>
          <w:p w:rsidR="003468F6" w:rsidRPr="009B31E7" w:rsidRDefault="00D66651" w:rsidP="00217A50">
            <w:pPr>
              <w:pStyle w:val="Paragrafoelenco"/>
              <w:numPr>
                <w:ilvl w:val="0"/>
                <w:numId w:val="40"/>
              </w:numPr>
              <w:tabs>
                <w:tab w:val="left" w:pos="-1134"/>
                <w:tab w:val="left" w:pos="426"/>
                <w:tab w:val="left" w:pos="567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1E7">
              <w:rPr>
                <w:rFonts w:ascii="Arial" w:hAnsi="Arial" w:cs="Arial"/>
                <w:b/>
                <w:bCs/>
                <w:sz w:val="20"/>
                <w:szCs w:val="20"/>
              </w:rPr>
              <w:t>Targhe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68F6" w:rsidRDefault="00A05AAC" w:rsidP="003468F6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64" w:type="dxa"/>
            <w:vAlign w:val="center"/>
          </w:tcPr>
          <w:p w:rsidR="003468F6" w:rsidRPr="00FF14D4" w:rsidRDefault="003468F6" w:rsidP="001A57C6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______________ € </w:t>
            </w:r>
          </w:p>
        </w:tc>
      </w:tr>
      <w:tr w:rsidR="003468F6" w:rsidRPr="00E67A6A" w:rsidTr="002D2AFF">
        <w:trPr>
          <w:trHeight w:val="270"/>
        </w:trPr>
        <w:tc>
          <w:tcPr>
            <w:tcW w:w="1418" w:type="dxa"/>
            <w:vMerge/>
            <w:vAlign w:val="center"/>
          </w:tcPr>
          <w:p w:rsidR="003468F6" w:rsidRPr="00E67A6A" w:rsidRDefault="003468F6" w:rsidP="003468F6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  <w:shd w:val="clear" w:color="auto" w:fill="auto"/>
            <w:vAlign w:val="center"/>
          </w:tcPr>
          <w:p w:rsidR="003468F6" w:rsidRPr="009B31E7" w:rsidRDefault="00217A50" w:rsidP="00217A50">
            <w:pPr>
              <w:pStyle w:val="Paragrafoelenco"/>
              <w:numPr>
                <w:ilvl w:val="0"/>
                <w:numId w:val="40"/>
              </w:numPr>
              <w:tabs>
                <w:tab w:val="left" w:pos="-1134"/>
                <w:tab w:val="left" w:pos="426"/>
                <w:tab w:val="left" w:pos="567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1E7">
              <w:rPr>
                <w:rFonts w:ascii="Arial" w:hAnsi="Arial" w:cs="Arial"/>
                <w:b/>
                <w:bCs/>
                <w:sz w:val="20"/>
                <w:szCs w:val="20"/>
              </w:rPr>
              <w:t>Partecipanti a corsi di     attività ricreative, sportive e culturali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68F6" w:rsidRDefault="00EA45CA" w:rsidP="003468F6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64" w:type="dxa"/>
            <w:vAlign w:val="center"/>
          </w:tcPr>
          <w:p w:rsidR="003468F6" w:rsidRDefault="003468F6" w:rsidP="003468F6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_€</w:t>
            </w:r>
          </w:p>
        </w:tc>
      </w:tr>
      <w:tr w:rsidR="003468F6" w:rsidRPr="00E67A6A" w:rsidTr="002D2AFF">
        <w:trPr>
          <w:trHeight w:val="350"/>
        </w:trPr>
        <w:tc>
          <w:tcPr>
            <w:tcW w:w="1418" w:type="dxa"/>
            <w:vMerge/>
            <w:vAlign w:val="center"/>
          </w:tcPr>
          <w:p w:rsidR="003468F6" w:rsidRPr="00E67A6A" w:rsidRDefault="003468F6" w:rsidP="003468F6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  <w:shd w:val="clear" w:color="auto" w:fill="auto"/>
            <w:vAlign w:val="center"/>
          </w:tcPr>
          <w:p w:rsidR="003468F6" w:rsidRPr="009B31E7" w:rsidRDefault="00217A50" w:rsidP="00217A50">
            <w:pPr>
              <w:pStyle w:val="Paragrafoelenco"/>
              <w:numPr>
                <w:ilvl w:val="0"/>
                <w:numId w:val="40"/>
              </w:numPr>
              <w:tabs>
                <w:tab w:val="left" w:pos="-1134"/>
                <w:tab w:val="left" w:pos="426"/>
                <w:tab w:val="left" w:pos="567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1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5277D" w:rsidRPr="009B31E7">
              <w:rPr>
                <w:rFonts w:ascii="Arial" w:hAnsi="Arial" w:cs="Arial"/>
                <w:b/>
                <w:bCs/>
                <w:sz w:val="20"/>
                <w:szCs w:val="20"/>
              </w:rPr>
              <w:t>Utenti di servizi di interesse sociale, attivati dall’amministrazione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68F6" w:rsidRDefault="00EA45CA" w:rsidP="003468F6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64" w:type="dxa"/>
            <w:vAlign w:val="center"/>
          </w:tcPr>
          <w:p w:rsidR="003468F6" w:rsidRDefault="003468F6" w:rsidP="003468F6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______________ € </w:t>
            </w:r>
          </w:p>
        </w:tc>
      </w:tr>
      <w:tr w:rsidR="002D2AFF" w:rsidRPr="00E67A6A" w:rsidTr="002D2AFF">
        <w:trPr>
          <w:trHeight w:val="350"/>
        </w:trPr>
        <w:tc>
          <w:tcPr>
            <w:tcW w:w="1418" w:type="dxa"/>
            <w:vAlign w:val="center"/>
          </w:tcPr>
          <w:p w:rsidR="002D2AFF" w:rsidRPr="00E67A6A" w:rsidRDefault="002D2AFF" w:rsidP="002D2AFF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  <w:shd w:val="clear" w:color="auto" w:fill="auto"/>
            <w:vAlign w:val="center"/>
          </w:tcPr>
          <w:p w:rsidR="002D2AFF" w:rsidRPr="009B31E7" w:rsidRDefault="002D2AFF" w:rsidP="002D2AFF">
            <w:pPr>
              <w:pStyle w:val="Paragrafoelenco"/>
              <w:numPr>
                <w:ilvl w:val="0"/>
                <w:numId w:val="40"/>
              </w:numPr>
              <w:tabs>
                <w:tab w:val="left" w:pos="-1134"/>
                <w:tab w:val="left" w:pos="426"/>
                <w:tab w:val="left" w:pos="567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31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Soggetti incaricati in servizi di pubblica utilità, socio assistenziale e scolastici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2AFF" w:rsidRDefault="00156C72" w:rsidP="002D2AFF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64" w:type="dxa"/>
            <w:vAlign w:val="center"/>
          </w:tcPr>
          <w:p w:rsidR="002D2AFF" w:rsidRDefault="002D2AFF" w:rsidP="002D2AFF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_€</w:t>
            </w:r>
          </w:p>
        </w:tc>
      </w:tr>
      <w:tr w:rsidR="002D2AFF" w:rsidRPr="00E67A6A" w:rsidTr="002D2AFF">
        <w:trPr>
          <w:trHeight w:val="519"/>
        </w:trPr>
        <w:tc>
          <w:tcPr>
            <w:tcW w:w="1418" w:type="dxa"/>
            <w:vAlign w:val="center"/>
          </w:tcPr>
          <w:p w:rsidR="002D2AFF" w:rsidRPr="00E67A6A" w:rsidRDefault="002D2AFF" w:rsidP="002D2AFF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998" w:type="dxa"/>
            <w:shd w:val="clear" w:color="auto" w:fill="auto"/>
            <w:vAlign w:val="center"/>
          </w:tcPr>
          <w:p w:rsidR="002D2AFF" w:rsidRPr="009B31E7" w:rsidRDefault="005526F7" w:rsidP="002D2AFF">
            <w:pPr>
              <w:pStyle w:val="Paragrafoelenco"/>
              <w:numPr>
                <w:ilvl w:val="0"/>
                <w:numId w:val="40"/>
              </w:numPr>
              <w:tabs>
                <w:tab w:val="left" w:pos="-1134"/>
                <w:tab w:val="left" w:pos="426"/>
                <w:tab w:val="left" w:pos="567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Volontari</w:t>
            </w:r>
            <w:r w:rsidR="002D2AFF" w:rsidRPr="009B31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protezione civile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2AFF" w:rsidRDefault="00752960" w:rsidP="002D2AFF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2664" w:type="dxa"/>
            <w:vAlign w:val="center"/>
          </w:tcPr>
          <w:p w:rsidR="002D2AFF" w:rsidRDefault="002D2AFF" w:rsidP="002D2AFF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______________ € </w:t>
            </w:r>
          </w:p>
        </w:tc>
      </w:tr>
    </w:tbl>
    <w:p w:rsidR="00543D58" w:rsidRDefault="00543D58" w:rsidP="00134545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23"/>
        <w:gridCol w:w="2552"/>
        <w:gridCol w:w="2664"/>
      </w:tblGrid>
      <w:tr w:rsidR="008804A5" w:rsidRPr="00E67A6A" w:rsidTr="007244FA">
        <w:trPr>
          <w:trHeight w:hRule="exact" w:val="539"/>
        </w:trPr>
        <w:tc>
          <w:tcPr>
            <w:tcW w:w="4423" w:type="dxa"/>
            <w:shd w:val="clear" w:color="auto" w:fill="FDE9D9" w:themeFill="accent6" w:themeFillTint="33"/>
            <w:vAlign w:val="center"/>
          </w:tcPr>
          <w:p w:rsidR="008804A5" w:rsidRPr="00E67A6A" w:rsidRDefault="008804A5" w:rsidP="00245BC1">
            <w:pPr>
              <w:ind w:left="176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2552" w:type="dxa"/>
            <w:shd w:val="clear" w:color="auto" w:fill="FDE9D9" w:themeFill="accent6" w:themeFillTint="33"/>
            <w:vAlign w:val="center"/>
          </w:tcPr>
          <w:p w:rsidR="008804A5" w:rsidRPr="00E67A6A" w:rsidRDefault="008804A5" w:rsidP="00245BC1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Prezzo</w:t>
            </w:r>
          </w:p>
        </w:tc>
        <w:tc>
          <w:tcPr>
            <w:tcW w:w="2664" w:type="dxa"/>
            <w:shd w:val="clear" w:color="auto" w:fill="FDE9D9" w:themeFill="accent6" w:themeFillTint="33"/>
            <w:vAlign w:val="center"/>
          </w:tcPr>
          <w:p w:rsidR="008804A5" w:rsidRPr="008A14B4" w:rsidRDefault="008804A5" w:rsidP="00245BC1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14B4">
              <w:rPr>
                <w:rFonts w:ascii="Arial" w:hAnsi="Arial" w:cs="Arial"/>
                <w:b/>
                <w:sz w:val="20"/>
                <w:szCs w:val="20"/>
              </w:rPr>
              <w:t>Prezzo in lettere</w:t>
            </w:r>
          </w:p>
        </w:tc>
      </w:tr>
      <w:tr w:rsidR="008804A5" w:rsidRPr="00E67A6A" w:rsidTr="007244FA">
        <w:trPr>
          <w:trHeight w:val="397"/>
        </w:trPr>
        <w:tc>
          <w:tcPr>
            <w:tcW w:w="4423" w:type="dxa"/>
            <w:vAlign w:val="center"/>
          </w:tcPr>
          <w:p w:rsidR="008804A5" w:rsidRDefault="008804A5" w:rsidP="00245BC1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Premio </w:t>
            </w:r>
            <w:r w:rsidR="007244F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LORDO </w:t>
            </w:r>
            <w:r w:rsidRPr="00940C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annuo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OFFERTO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04A5" w:rsidRPr="00E67A6A" w:rsidRDefault="008804A5" w:rsidP="00245BC1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€._______________</w:t>
            </w:r>
          </w:p>
        </w:tc>
        <w:tc>
          <w:tcPr>
            <w:tcW w:w="2664" w:type="dxa"/>
            <w:vAlign w:val="center"/>
          </w:tcPr>
          <w:p w:rsidR="008804A5" w:rsidRPr="00E67A6A" w:rsidRDefault="008804A5" w:rsidP="00245BC1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Euro __________________</w:t>
            </w:r>
          </w:p>
        </w:tc>
      </w:tr>
    </w:tbl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DC0B2D" w:rsidRDefault="00DC0B2D" w:rsidP="000824FB">
      <w:pPr>
        <w:autoSpaceDE w:val="0"/>
        <w:autoSpaceDN w:val="0"/>
        <w:adjustRightInd w:val="0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0824FB" w:rsidRPr="000A2D32" w:rsidRDefault="000824FB" w:rsidP="000824FB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color w:val="00000A"/>
          <w:sz w:val="20"/>
          <w:szCs w:val="20"/>
        </w:rPr>
        <w:t>DICHIARA</w:t>
      </w:r>
      <w:r w:rsidRPr="000A2D32">
        <w:rPr>
          <w:rFonts w:ascii="Arial" w:hAnsi="Arial" w:cs="Arial"/>
          <w:color w:val="00000A"/>
          <w:sz w:val="20"/>
          <w:szCs w:val="20"/>
        </w:rPr>
        <w:t>:</w:t>
      </w:r>
    </w:p>
    <w:p w:rsidR="000824FB" w:rsidRDefault="000824FB" w:rsidP="000824FB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0824FB" w:rsidRPr="000A2D32" w:rsidRDefault="000824FB" w:rsidP="000824FB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- Di indicare, quali oneri aziendali concernenti l’adempimento delle disposizioni in materia di salute 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sicurezza sui luoghi di lavoro per quanto attiene al servizio in oggetto, l’importo di €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______________ (in lettere _________________).</w:t>
      </w:r>
    </w:p>
    <w:p w:rsidR="000824FB" w:rsidRDefault="000824FB" w:rsidP="000824FB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0824FB" w:rsidRPr="000A2D32" w:rsidRDefault="000824FB" w:rsidP="000824FB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- Di determinare, ai sensi dell’art. 95 comma 10 del D.LGS 18 aprile 2016 n.50 e successive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modificazioni, i propri costi della manodopera relativi al servizio in oggetto in € ___________ (in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lettere _______________).</w:t>
      </w:r>
    </w:p>
    <w:p w:rsidR="000824FB" w:rsidRDefault="000824FB" w:rsidP="000824FB">
      <w:pPr>
        <w:autoSpaceDE w:val="0"/>
        <w:autoSpaceDN w:val="0"/>
        <w:adjustRightInd w:val="0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0824FB" w:rsidRPr="000A2D32" w:rsidRDefault="000824FB" w:rsidP="000824FB">
      <w:pPr>
        <w:autoSpaceDE w:val="0"/>
        <w:autoSpaceDN w:val="0"/>
        <w:adjustRightInd w:val="0"/>
        <w:rPr>
          <w:rFonts w:ascii="Arial" w:hAnsi="Arial" w:cs="Arial"/>
          <w:b/>
          <w:bCs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color w:val="00000A"/>
          <w:sz w:val="20"/>
          <w:szCs w:val="20"/>
        </w:rPr>
        <w:t>Ai sensi degli articoli 46 e 47 del DPR 445/00, consapevole delle sanzioni penali previste dall’articolo</w:t>
      </w:r>
    </w:p>
    <w:p w:rsidR="000824FB" w:rsidRPr="000A2D32" w:rsidRDefault="000824FB" w:rsidP="000824FB">
      <w:pPr>
        <w:autoSpaceDE w:val="0"/>
        <w:autoSpaceDN w:val="0"/>
        <w:adjustRightInd w:val="0"/>
        <w:rPr>
          <w:rFonts w:ascii="Arial" w:hAnsi="Arial" w:cs="Arial"/>
          <w:b/>
          <w:bCs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color w:val="00000A"/>
          <w:sz w:val="20"/>
          <w:szCs w:val="20"/>
        </w:rPr>
        <w:t>76 dello stesso decreto per le ipotesi di falsità in atti e mendaci dichiarazioni, il sottoscritto dichiara:</w:t>
      </w:r>
    </w:p>
    <w:p w:rsidR="000824FB" w:rsidRPr="000A2D32" w:rsidRDefault="000824FB" w:rsidP="000824FB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eastAsia="SymbolMT" w:hAnsi="Arial" w:cs="Arial"/>
          <w:color w:val="00000A"/>
          <w:sz w:val="20"/>
          <w:szCs w:val="20"/>
        </w:rPr>
        <w:t xml:space="preserve"> </w:t>
      </w:r>
      <w:r w:rsidRPr="000A2D32">
        <w:rPr>
          <w:rFonts w:ascii="Arial" w:hAnsi="Arial" w:cs="Arial"/>
          <w:color w:val="00000A"/>
          <w:sz w:val="20"/>
          <w:szCs w:val="20"/>
        </w:rPr>
        <w:t>di aver tenuto conto, nel formulare l'offerta, di tutto quanto previsto nel bando, nel disciplinare, nel</w:t>
      </w:r>
    </w:p>
    <w:p w:rsidR="000824FB" w:rsidRPr="000A2D32" w:rsidRDefault="000824FB" w:rsidP="000824FB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contratto/capitolato di gara e in tutti i suoi allegati;</w:t>
      </w:r>
    </w:p>
    <w:p w:rsidR="000824FB" w:rsidRDefault="000824FB" w:rsidP="000824FB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0824FB" w:rsidRPr="000A2D32" w:rsidRDefault="000824FB" w:rsidP="000824FB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lastRenderedPageBreak/>
        <w:t>Data .............................</w:t>
      </w:r>
    </w:p>
    <w:p w:rsidR="000824FB" w:rsidRDefault="000824FB" w:rsidP="000824FB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</w:p>
    <w:p w:rsidR="000824FB" w:rsidRPr="000A2D32" w:rsidRDefault="000824FB" w:rsidP="000824FB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N.B. In caso di associazione temporanea, consorzio ordinario di concorrenti non ancora costituiti o</w:t>
      </w:r>
    </w:p>
    <w:p w:rsidR="000824FB" w:rsidRPr="000A2D32" w:rsidRDefault="000824FB" w:rsidP="000824FB">
      <w:pPr>
        <w:autoSpaceDE w:val="0"/>
        <w:autoSpaceDN w:val="0"/>
        <w:adjustRightInd w:val="0"/>
        <w:rPr>
          <w:rFonts w:ascii="Arial" w:eastAsia="Arial Unicode MS" w:hAnsi="Arial" w:cs="Arial"/>
          <w:b/>
          <w:sz w:val="20"/>
          <w:szCs w:val="20"/>
        </w:rPr>
      </w:pP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coassicurazione, l'offerta dovrà essere sottoscritta, a pena di esclusione, dai legali rappresentanti delle</w:t>
      </w:r>
      <w:r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imprese componenti il raggruppamento/consorzio/coassicurazione.</w:t>
      </w:r>
    </w:p>
    <w:p w:rsidR="00046B7B" w:rsidRDefault="00046B7B" w:rsidP="003F0461">
      <w:pPr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sectPr w:rsidR="00046B7B" w:rsidSect="000824FB">
      <w:headerReference w:type="default" r:id="rId8"/>
      <w:headerReference w:type="first" r:id="rId9"/>
      <w:footerReference w:type="first" r:id="rId10"/>
      <w:pgSz w:w="11906" w:h="16838" w:code="9"/>
      <w:pgMar w:top="1417" w:right="1134" w:bottom="426" w:left="1134" w:header="981" w:footer="115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D6D" w:rsidRDefault="00C27D6D">
      <w:r>
        <w:separator/>
      </w:r>
    </w:p>
  </w:endnote>
  <w:endnote w:type="continuationSeparator" w:id="0">
    <w:p w:rsidR="00C27D6D" w:rsidRDefault="00C27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076" w:rsidRDefault="009F3076" w:rsidP="00F01516">
    <w:pPr>
      <w:pStyle w:val="Pidipagina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D6D" w:rsidRDefault="00C27D6D">
      <w:r>
        <w:separator/>
      </w:r>
    </w:p>
  </w:footnote>
  <w:footnote w:type="continuationSeparator" w:id="0">
    <w:p w:rsidR="00C27D6D" w:rsidRDefault="00C27D6D">
      <w:r>
        <w:continuationSeparator/>
      </w:r>
    </w:p>
  </w:footnote>
  <w:footnote w:id="1">
    <w:p w:rsidR="009F3076" w:rsidRDefault="009F3076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046B7B">
        <w:rPr>
          <w:rStyle w:val="Rimandonotaapidipagina"/>
          <w:rFonts w:ascii="Arial" w:eastAsia="Arial Unicode MS" w:hAnsi="Arial"/>
          <w:b/>
          <w:bCs/>
          <w:sz w:val="14"/>
          <w:szCs w:val="14"/>
        </w:rPr>
        <w:footnoteRef/>
      </w:r>
      <w:r w:rsidRPr="00046B7B">
        <w:rPr>
          <w:rFonts w:ascii="Arial" w:eastAsia="Arial Unicode MS" w:hAnsi="Arial" w:cs="Arial"/>
          <w:i/>
          <w:iCs/>
          <w:sz w:val="14"/>
          <w:szCs w:val="14"/>
        </w:rPr>
        <w:t xml:space="preserve"> In caso di associazione temporanea o consorzio o GEIE non ancora costituiti ciascun sottoscrittore dovrà indicare i dati sotto riportati eventualmente allegando un altro foglio.</w:t>
      </w:r>
    </w:p>
    <w:p w:rsidR="000824FB" w:rsidRPr="00543D58" w:rsidRDefault="000824FB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368" w:type="dxa"/>
      <w:tblInd w:w="5287" w:type="dxa"/>
      <w:tblCellMar>
        <w:top w:w="85" w:type="dxa"/>
      </w:tblCellMar>
      <w:tblLook w:val="01E0"/>
    </w:tblPr>
    <w:tblGrid>
      <w:gridCol w:w="1187"/>
      <w:gridCol w:w="1645"/>
      <w:gridCol w:w="1536"/>
    </w:tblGrid>
    <w:tr w:rsidR="009F3076" w:rsidRPr="00F159CC" w:rsidTr="006A0421">
      <w:trPr>
        <w:cantSplit/>
        <w:trHeight w:hRule="exact" w:val="732"/>
      </w:trPr>
      <w:tc>
        <w:tcPr>
          <w:tcW w:w="1187" w:type="dxa"/>
          <w:tcBorders>
            <w:bottom w:val="single" w:sz="12" w:space="0" w:color="FABF8F"/>
          </w:tcBorders>
          <w:shd w:val="clear" w:color="auto" w:fill="auto"/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</w:tc>
      <w:tc>
        <w:tcPr>
          <w:tcW w:w="1645" w:type="dxa"/>
          <w:tcBorders>
            <w:bottom w:val="single" w:sz="12" w:space="0" w:color="FABF8F"/>
          </w:tcBorders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</w:tc>
      <w:tc>
        <w:tcPr>
          <w:tcW w:w="1536" w:type="dxa"/>
          <w:tcBorders>
            <w:bottom w:val="single" w:sz="12" w:space="0" w:color="FABF8F"/>
          </w:tcBorders>
          <w:vAlign w:val="center"/>
        </w:tcPr>
        <w:p w:rsidR="009F3076" w:rsidRPr="006A0421" w:rsidRDefault="006A0421" w:rsidP="006A0421">
          <w:pPr>
            <w:tabs>
              <w:tab w:val="center" w:pos="4819"/>
              <w:tab w:val="right" w:pos="9638"/>
            </w:tabs>
            <w:spacing w:line="220" w:lineRule="exact"/>
            <w:rPr>
              <w:rFonts w:ascii="Arial" w:hAnsi="Arial" w:cs="Arial"/>
              <w:b/>
              <w:bCs/>
              <w:i/>
              <w:sz w:val="18"/>
              <w:szCs w:val="18"/>
            </w:rPr>
          </w:pPr>
          <w:r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Pagina </w:t>
          </w:r>
          <w:r w:rsidR="000C18B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="009F3076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PAGE </w:instrText>
          </w:r>
          <w:r w:rsidR="000C18B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CB31A4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0C18B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 </w:t>
          </w:r>
          <w:r w:rsidR="009F3076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di </w:t>
          </w:r>
          <w:r w:rsidR="000C18B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="009F3076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NUMPAGES </w:instrText>
          </w:r>
          <w:r w:rsidR="000C18B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CB31A4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0C18B5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 </w:t>
          </w:r>
        </w:p>
      </w:tc>
    </w:tr>
  </w:tbl>
  <w:p w:rsidR="009F3076" w:rsidRDefault="009F3076">
    <w:pPr>
      <w:pStyle w:val="Intestazione"/>
    </w:pPr>
  </w:p>
  <w:p w:rsidR="006A0421" w:rsidRDefault="006A0421">
    <w:pPr>
      <w:pStyle w:val="Intestazione"/>
    </w:pPr>
  </w:p>
  <w:p w:rsidR="006A0421" w:rsidRDefault="006A0421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4FB" w:rsidRPr="00911AEA" w:rsidRDefault="000824FB" w:rsidP="006A0421">
    <w:pPr>
      <w:pStyle w:val="Ufficiotipo"/>
      <w:ind w:left="6096"/>
      <w:jc w:val="right"/>
      <w:rPr>
        <w:rFonts w:ascii="Trebuchet MS" w:hAnsi="Trebuchet MS"/>
        <w:sz w:val="20"/>
        <w:szCs w:val="20"/>
      </w:rPr>
    </w:pPr>
  </w:p>
  <w:p w:rsidR="000824FB" w:rsidRPr="00911AEA" w:rsidRDefault="000824FB" w:rsidP="000824FB">
    <w:pPr>
      <w:autoSpaceDE w:val="0"/>
      <w:autoSpaceDN w:val="0"/>
      <w:adjustRightInd w:val="0"/>
      <w:spacing w:line="220" w:lineRule="exact"/>
      <w:jc w:val="right"/>
      <w:rPr>
        <w:rFonts w:ascii="Arial" w:eastAsia="Arial Unicode MS" w:hAnsi="Arial" w:cs="Arial"/>
        <w:b/>
        <w:bCs/>
        <w:sz w:val="20"/>
        <w:szCs w:val="20"/>
      </w:rPr>
    </w:pPr>
    <w:r w:rsidRPr="00911AEA">
      <w:rPr>
        <w:rFonts w:ascii="Arial Unicode MS" w:eastAsia="Arial Unicode MS" w:hAnsi="Arial Unicode MS" w:cs="Arial Unicode MS"/>
        <w:b/>
        <w:bCs/>
        <w:sz w:val="20"/>
        <w:szCs w:val="20"/>
      </w:rPr>
      <w:tab/>
    </w:r>
  </w:p>
  <w:p w:rsidR="000824FB" w:rsidRPr="00911AEA" w:rsidRDefault="006A0421" w:rsidP="006A0421">
    <w:pPr>
      <w:tabs>
        <w:tab w:val="left" w:pos="660"/>
        <w:tab w:val="center" w:pos="4819"/>
        <w:tab w:val="right" w:pos="9638"/>
      </w:tabs>
      <w:spacing w:line="220" w:lineRule="exact"/>
      <w:rPr>
        <w:rFonts w:ascii="Arial" w:eastAsia="Arial Unicode MS" w:hAnsi="Arial" w:cs="Arial"/>
        <w:b/>
        <w:bCs/>
        <w:sz w:val="20"/>
        <w:szCs w:val="20"/>
      </w:rPr>
    </w:pPr>
    <w:r>
      <w:rPr>
        <w:rFonts w:ascii="Arial" w:eastAsia="Arial Unicode MS" w:hAnsi="Arial" w:cs="Arial"/>
        <w:b/>
        <w:bCs/>
        <w:sz w:val="20"/>
        <w:szCs w:val="20"/>
      </w:rPr>
      <w:tab/>
    </w:r>
    <w:r>
      <w:rPr>
        <w:rFonts w:ascii="Arial" w:eastAsia="Arial Unicode MS" w:hAnsi="Arial" w:cs="Arial"/>
        <w:b/>
        <w:bCs/>
        <w:sz w:val="20"/>
        <w:szCs w:val="20"/>
      </w:rPr>
      <w:tab/>
    </w:r>
    <w:r>
      <w:rPr>
        <w:rFonts w:ascii="Arial" w:eastAsia="Arial Unicode MS" w:hAnsi="Arial" w:cs="Arial"/>
        <w:b/>
        <w:bCs/>
        <w:sz w:val="20"/>
        <w:szCs w:val="20"/>
      </w:rPr>
      <w:tab/>
    </w:r>
  </w:p>
  <w:p w:rsidR="000824FB" w:rsidRPr="00911AEA" w:rsidRDefault="000824FB" w:rsidP="000824FB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i/>
        <w:sz w:val="20"/>
        <w:szCs w:val="20"/>
      </w:rPr>
    </w:pPr>
    <w:r w:rsidRPr="00911AEA">
      <w:rPr>
        <w:rFonts w:ascii="Arial" w:eastAsia="Arial Unicode MS" w:hAnsi="Arial" w:cs="Arial"/>
        <w:b/>
        <w:bCs/>
        <w:sz w:val="20"/>
        <w:szCs w:val="20"/>
      </w:rPr>
      <w:tab/>
    </w:r>
    <w:r w:rsidRPr="00911AEA">
      <w:rPr>
        <w:rFonts w:ascii="Arial" w:hAnsi="Arial" w:cs="Arial"/>
        <w:b/>
        <w:bCs/>
        <w:i/>
        <w:sz w:val="20"/>
        <w:szCs w:val="20"/>
      </w:rPr>
      <w:t xml:space="preserve">Pagina </w:t>
    </w:r>
    <w:r w:rsidR="000C18B5" w:rsidRPr="00911AEA">
      <w:rPr>
        <w:rFonts w:ascii="Arial" w:hAnsi="Arial" w:cs="Arial"/>
        <w:b/>
        <w:bCs/>
        <w:i/>
        <w:sz w:val="20"/>
        <w:szCs w:val="20"/>
      </w:rPr>
      <w:fldChar w:fldCharType="begin"/>
    </w:r>
    <w:r w:rsidRPr="00911AEA">
      <w:rPr>
        <w:rFonts w:ascii="Arial" w:hAnsi="Arial" w:cs="Arial"/>
        <w:b/>
        <w:bCs/>
        <w:i/>
        <w:sz w:val="20"/>
        <w:szCs w:val="20"/>
      </w:rPr>
      <w:instrText xml:space="preserve"> PAGE </w:instrText>
    </w:r>
    <w:r w:rsidR="000C18B5" w:rsidRPr="00911AEA">
      <w:rPr>
        <w:rFonts w:ascii="Arial" w:hAnsi="Arial" w:cs="Arial"/>
        <w:b/>
        <w:bCs/>
        <w:i/>
        <w:sz w:val="20"/>
        <w:szCs w:val="20"/>
      </w:rPr>
      <w:fldChar w:fldCharType="separate"/>
    </w:r>
    <w:r w:rsidR="00CB31A4">
      <w:rPr>
        <w:rFonts w:ascii="Arial" w:hAnsi="Arial" w:cs="Arial"/>
        <w:b/>
        <w:bCs/>
        <w:i/>
        <w:noProof/>
        <w:sz w:val="20"/>
        <w:szCs w:val="20"/>
      </w:rPr>
      <w:t>1</w:t>
    </w:r>
    <w:r w:rsidR="000C18B5" w:rsidRPr="00911AEA">
      <w:rPr>
        <w:rFonts w:ascii="Arial" w:hAnsi="Arial" w:cs="Arial"/>
        <w:b/>
        <w:bCs/>
        <w:i/>
        <w:sz w:val="20"/>
        <w:szCs w:val="20"/>
      </w:rPr>
      <w:fldChar w:fldCharType="end"/>
    </w:r>
    <w:r w:rsidRPr="00911AEA">
      <w:rPr>
        <w:rFonts w:ascii="Arial" w:hAnsi="Arial" w:cs="Arial"/>
        <w:b/>
        <w:bCs/>
        <w:i/>
        <w:sz w:val="20"/>
        <w:szCs w:val="20"/>
      </w:rPr>
      <w:t xml:space="preserve"> di </w:t>
    </w:r>
    <w:r w:rsidR="000C18B5" w:rsidRPr="00911AEA">
      <w:rPr>
        <w:rFonts w:ascii="Arial" w:hAnsi="Arial" w:cs="Arial"/>
        <w:b/>
        <w:bCs/>
        <w:i/>
        <w:sz w:val="20"/>
        <w:szCs w:val="20"/>
      </w:rPr>
      <w:fldChar w:fldCharType="begin"/>
    </w:r>
    <w:r w:rsidRPr="00911AEA">
      <w:rPr>
        <w:rFonts w:ascii="Arial" w:hAnsi="Arial" w:cs="Arial"/>
        <w:b/>
        <w:bCs/>
        <w:i/>
        <w:sz w:val="20"/>
        <w:szCs w:val="20"/>
      </w:rPr>
      <w:instrText xml:space="preserve"> NUMPAGES </w:instrText>
    </w:r>
    <w:r w:rsidR="000C18B5" w:rsidRPr="00911AEA">
      <w:rPr>
        <w:rFonts w:ascii="Arial" w:hAnsi="Arial" w:cs="Arial"/>
        <w:b/>
        <w:bCs/>
        <w:i/>
        <w:sz w:val="20"/>
        <w:szCs w:val="20"/>
      </w:rPr>
      <w:fldChar w:fldCharType="separate"/>
    </w:r>
    <w:r w:rsidR="00CB31A4">
      <w:rPr>
        <w:rFonts w:ascii="Arial" w:hAnsi="Arial" w:cs="Arial"/>
        <w:b/>
        <w:bCs/>
        <w:i/>
        <w:noProof/>
        <w:sz w:val="20"/>
        <w:szCs w:val="20"/>
      </w:rPr>
      <w:t>2</w:t>
    </w:r>
    <w:r w:rsidR="000C18B5" w:rsidRPr="00911AEA">
      <w:rPr>
        <w:rFonts w:ascii="Arial" w:hAnsi="Arial" w:cs="Arial"/>
        <w:b/>
        <w:bCs/>
        <w:i/>
        <w:sz w:val="20"/>
        <w:szCs w:val="20"/>
      </w:rPr>
      <w:fldChar w:fldCharType="end"/>
    </w:r>
  </w:p>
  <w:p w:rsidR="000824FB" w:rsidRPr="00911AEA" w:rsidRDefault="000824FB" w:rsidP="000824FB">
    <w:pPr>
      <w:tabs>
        <w:tab w:val="right" w:pos="3406"/>
      </w:tabs>
      <w:ind w:left="216"/>
      <w:jc w:val="right"/>
      <w:rPr>
        <w:rFonts w:ascii="Arial" w:hAnsi="Arial" w:cs="Arial"/>
        <w:b/>
        <w:bCs/>
        <w:sz w:val="20"/>
        <w:szCs w:val="20"/>
      </w:rPr>
    </w:pPr>
    <w:r w:rsidRPr="00911AEA">
      <w:rPr>
        <w:rFonts w:ascii="Arial Unicode MS" w:eastAsia="Arial Unicode MS" w:hAnsi="Arial Unicode MS" w:cs="Arial Unicode MS"/>
        <w:b/>
        <w:bCs/>
        <w:noProof/>
        <w:sz w:val="20"/>
        <w:szCs w:val="20"/>
      </w:rPr>
      <w:tab/>
    </w:r>
    <w:r w:rsidRPr="00911AEA">
      <w:rPr>
        <w:rFonts w:ascii="Arial" w:hAnsi="Arial" w:cs="Arial"/>
        <w:b/>
        <w:bCs/>
        <w:sz w:val="20"/>
        <w:szCs w:val="20"/>
      </w:rPr>
      <w:t>PROCEDURA__________________________</w:t>
    </w:r>
    <w:r w:rsidRPr="00911AEA">
      <w:rPr>
        <w:rFonts w:ascii="Arial" w:hAnsi="Arial" w:cs="Arial"/>
        <w:sz w:val="20"/>
        <w:szCs w:val="20"/>
      </w:rPr>
      <w:t xml:space="preserve"> - </w:t>
    </w:r>
    <w:r w:rsidRPr="00911AEA">
      <w:rPr>
        <w:rFonts w:ascii="Arial" w:hAnsi="Arial" w:cs="Arial"/>
        <w:b/>
        <w:bCs/>
        <w:sz w:val="20"/>
        <w:szCs w:val="20"/>
      </w:rPr>
      <w:t>CIG _________________</w:t>
    </w:r>
  </w:p>
  <w:p w:rsidR="009F3076" w:rsidRPr="005D5AF8" w:rsidRDefault="009F3076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9EA7D19"/>
    <w:multiLevelType w:val="hybridMultilevel"/>
    <w:tmpl w:val="C48498D0"/>
    <w:lvl w:ilvl="0" w:tplc="C5C4A3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8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2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Arial Unicode MS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4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5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6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45E5955"/>
    <w:multiLevelType w:val="hybridMultilevel"/>
    <w:tmpl w:val="85604592"/>
    <w:lvl w:ilvl="0" w:tplc="48DC7016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31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2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8"/>
  </w:num>
  <w:num w:numId="4">
    <w:abstractNumId w:val="0"/>
  </w:num>
  <w:num w:numId="5">
    <w:abstractNumId w:val="39"/>
  </w:num>
  <w:num w:numId="6">
    <w:abstractNumId w:val="20"/>
  </w:num>
  <w:num w:numId="7">
    <w:abstractNumId w:val="24"/>
  </w:num>
  <w:num w:numId="8">
    <w:abstractNumId w:val="7"/>
  </w:num>
  <w:num w:numId="9">
    <w:abstractNumId w:val="31"/>
  </w:num>
  <w:num w:numId="10">
    <w:abstractNumId w:val="11"/>
  </w:num>
  <w:num w:numId="11">
    <w:abstractNumId w:val="18"/>
  </w:num>
  <w:num w:numId="12">
    <w:abstractNumId w:val="9"/>
  </w:num>
  <w:num w:numId="13">
    <w:abstractNumId w:val="27"/>
  </w:num>
  <w:num w:numId="14">
    <w:abstractNumId w:val="14"/>
  </w:num>
  <w:num w:numId="15">
    <w:abstractNumId w:val="12"/>
  </w:num>
  <w:num w:numId="16">
    <w:abstractNumId w:val="26"/>
  </w:num>
  <w:num w:numId="17">
    <w:abstractNumId w:val="13"/>
  </w:num>
  <w:num w:numId="18">
    <w:abstractNumId w:val="37"/>
  </w:num>
  <w:num w:numId="19">
    <w:abstractNumId w:val="8"/>
  </w:num>
  <w:num w:numId="20">
    <w:abstractNumId w:val="34"/>
  </w:num>
  <w:num w:numId="21">
    <w:abstractNumId w:val="15"/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9"/>
  </w:num>
  <w:num w:numId="28">
    <w:abstractNumId w:val="32"/>
  </w:num>
  <w:num w:numId="29">
    <w:abstractNumId w:val="10"/>
  </w:num>
  <w:num w:numId="30">
    <w:abstractNumId w:val="30"/>
  </w:num>
  <w:num w:numId="31">
    <w:abstractNumId w:val="33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16"/>
  </w:num>
  <w:num w:numId="35">
    <w:abstractNumId w:val="21"/>
  </w:num>
  <w:num w:numId="36">
    <w:abstractNumId w:val="1"/>
  </w:num>
  <w:num w:numId="37">
    <w:abstractNumId w:val="19"/>
  </w:num>
  <w:num w:numId="38">
    <w:abstractNumId w:val="25"/>
  </w:num>
  <w:num w:numId="39">
    <w:abstractNumId w:val="28"/>
  </w:num>
  <w:num w:numId="4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50406"/>
    <w:rsid w:val="000144FB"/>
    <w:rsid w:val="00021E8A"/>
    <w:rsid w:val="00025CE2"/>
    <w:rsid w:val="00046B7B"/>
    <w:rsid w:val="00052F98"/>
    <w:rsid w:val="00061756"/>
    <w:rsid w:val="000824FB"/>
    <w:rsid w:val="0009767B"/>
    <w:rsid w:val="000B2CE9"/>
    <w:rsid w:val="000C18B5"/>
    <w:rsid w:val="000F04F0"/>
    <w:rsid w:val="000F07AB"/>
    <w:rsid w:val="000F09D4"/>
    <w:rsid w:val="00112790"/>
    <w:rsid w:val="00117F82"/>
    <w:rsid w:val="00134545"/>
    <w:rsid w:val="00151286"/>
    <w:rsid w:val="001523B3"/>
    <w:rsid w:val="001528D8"/>
    <w:rsid w:val="00154332"/>
    <w:rsid w:val="0015624F"/>
    <w:rsid w:val="00156C72"/>
    <w:rsid w:val="00157BCE"/>
    <w:rsid w:val="00167FAA"/>
    <w:rsid w:val="0018682E"/>
    <w:rsid w:val="00191D64"/>
    <w:rsid w:val="001A57C6"/>
    <w:rsid w:val="001B738F"/>
    <w:rsid w:val="00204C4A"/>
    <w:rsid w:val="00216BB7"/>
    <w:rsid w:val="002177C8"/>
    <w:rsid w:val="00217A50"/>
    <w:rsid w:val="00223CA8"/>
    <w:rsid w:val="00230C10"/>
    <w:rsid w:val="00237486"/>
    <w:rsid w:val="00247A9E"/>
    <w:rsid w:val="00250406"/>
    <w:rsid w:val="0025572B"/>
    <w:rsid w:val="0027048F"/>
    <w:rsid w:val="002D2AFF"/>
    <w:rsid w:val="002D4F2D"/>
    <w:rsid w:val="002E19F0"/>
    <w:rsid w:val="0031630F"/>
    <w:rsid w:val="00325705"/>
    <w:rsid w:val="003278AF"/>
    <w:rsid w:val="00335EE4"/>
    <w:rsid w:val="003402B0"/>
    <w:rsid w:val="003468F6"/>
    <w:rsid w:val="0039090C"/>
    <w:rsid w:val="00392DBA"/>
    <w:rsid w:val="00395033"/>
    <w:rsid w:val="003A3660"/>
    <w:rsid w:val="003B2180"/>
    <w:rsid w:val="003C06C0"/>
    <w:rsid w:val="003D513E"/>
    <w:rsid w:val="003F0461"/>
    <w:rsid w:val="00402DA4"/>
    <w:rsid w:val="00424EA0"/>
    <w:rsid w:val="00425948"/>
    <w:rsid w:val="00430AA7"/>
    <w:rsid w:val="00443221"/>
    <w:rsid w:val="0045114A"/>
    <w:rsid w:val="00465FA7"/>
    <w:rsid w:val="00473EF6"/>
    <w:rsid w:val="004B267C"/>
    <w:rsid w:val="004B4BDF"/>
    <w:rsid w:val="004B6160"/>
    <w:rsid w:val="004C5AD0"/>
    <w:rsid w:val="004D088D"/>
    <w:rsid w:val="004F0556"/>
    <w:rsid w:val="00513925"/>
    <w:rsid w:val="00531DF5"/>
    <w:rsid w:val="00543B14"/>
    <w:rsid w:val="00543D58"/>
    <w:rsid w:val="005526F7"/>
    <w:rsid w:val="00575959"/>
    <w:rsid w:val="00576A16"/>
    <w:rsid w:val="005A631D"/>
    <w:rsid w:val="005A78D2"/>
    <w:rsid w:val="005B0CF2"/>
    <w:rsid w:val="005D5AF8"/>
    <w:rsid w:val="005E13C2"/>
    <w:rsid w:val="005F093E"/>
    <w:rsid w:val="005F0BBA"/>
    <w:rsid w:val="00601CBF"/>
    <w:rsid w:val="00610677"/>
    <w:rsid w:val="00612C2F"/>
    <w:rsid w:val="00642EB9"/>
    <w:rsid w:val="0065059B"/>
    <w:rsid w:val="00656F71"/>
    <w:rsid w:val="00657AC9"/>
    <w:rsid w:val="0066460A"/>
    <w:rsid w:val="006A0421"/>
    <w:rsid w:val="006A131D"/>
    <w:rsid w:val="006A2CD8"/>
    <w:rsid w:val="006C33AC"/>
    <w:rsid w:val="006C3A1D"/>
    <w:rsid w:val="006C590F"/>
    <w:rsid w:val="006C7939"/>
    <w:rsid w:val="007071CF"/>
    <w:rsid w:val="007100BD"/>
    <w:rsid w:val="00711EF5"/>
    <w:rsid w:val="007244FA"/>
    <w:rsid w:val="0073300B"/>
    <w:rsid w:val="00750FCF"/>
    <w:rsid w:val="00752960"/>
    <w:rsid w:val="007955C3"/>
    <w:rsid w:val="00797CA4"/>
    <w:rsid w:val="007A3AD0"/>
    <w:rsid w:val="007A4CD0"/>
    <w:rsid w:val="007C7E9C"/>
    <w:rsid w:val="007D2E9B"/>
    <w:rsid w:val="007E4BC9"/>
    <w:rsid w:val="007E56A8"/>
    <w:rsid w:val="007E75BD"/>
    <w:rsid w:val="007F1BE9"/>
    <w:rsid w:val="00801B0B"/>
    <w:rsid w:val="00803C31"/>
    <w:rsid w:val="0083197F"/>
    <w:rsid w:val="00837A1D"/>
    <w:rsid w:val="00866FFA"/>
    <w:rsid w:val="00874626"/>
    <w:rsid w:val="008804A5"/>
    <w:rsid w:val="008956EB"/>
    <w:rsid w:val="008D12D1"/>
    <w:rsid w:val="008E0150"/>
    <w:rsid w:val="008F1254"/>
    <w:rsid w:val="008F378A"/>
    <w:rsid w:val="00906FA2"/>
    <w:rsid w:val="009231B9"/>
    <w:rsid w:val="0097668D"/>
    <w:rsid w:val="009859BB"/>
    <w:rsid w:val="009B218C"/>
    <w:rsid w:val="009B31E7"/>
    <w:rsid w:val="009E5963"/>
    <w:rsid w:val="009F3076"/>
    <w:rsid w:val="009F4288"/>
    <w:rsid w:val="00A00D00"/>
    <w:rsid w:val="00A05AAC"/>
    <w:rsid w:val="00A2301C"/>
    <w:rsid w:val="00A23030"/>
    <w:rsid w:val="00A40C0B"/>
    <w:rsid w:val="00A70C93"/>
    <w:rsid w:val="00A931CE"/>
    <w:rsid w:val="00AA3ADE"/>
    <w:rsid w:val="00AB3EA8"/>
    <w:rsid w:val="00AD2381"/>
    <w:rsid w:val="00AD4AC4"/>
    <w:rsid w:val="00AE59CA"/>
    <w:rsid w:val="00B13F3F"/>
    <w:rsid w:val="00B2609D"/>
    <w:rsid w:val="00B31625"/>
    <w:rsid w:val="00B35077"/>
    <w:rsid w:val="00B36FE3"/>
    <w:rsid w:val="00B4389B"/>
    <w:rsid w:val="00B44613"/>
    <w:rsid w:val="00B5277D"/>
    <w:rsid w:val="00B61482"/>
    <w:rsid w:val="00B62BE5"/>
    <w:rsid w:val="00B815CF"/>
    <w:rsid w:val="00B93914"/>
    <w:rsid w:val="00B95E98"/>
    <w:rsid w:val="00BB3D79"/>
    <w:rsid w:val="00BB4260"/>
    <w:rsid w:val="00BC0DF0"/>
    <w:rsid w:val="00BE1DEB"/>
    <w:rsid w:val="00BF542F"/>
    <w:rsid w:val="00C004D4"/>
    <w:rsid w:val="00C15E5C"/>
    <w:rsid w:val="00C2361F"/>
    <w:rsid w:val="00C27D6D"/>
    <w:rsid w:val="00C3186C"/>
    <w:rsid w:val="00C43A2F"/>
    <w:rsid w:val="00C60B05"/>
    <w:rsid w:val="00C74C7D"/>
    <w:rsid w:val="00C87E94"/>
    <w:rsid w:val="00C95A81"/>
    <w:rsid w:val="00CB31A4"/>
    <w:rsid w:val="00CC4CF3"/>
    <w:rsid w:val="00CD3481"/>
    <w:rsid w:val="00CF1441"/>
    <w:rsid w:val="00D05080"/>
    <w:rsid w:val="00D0545D"/>
    <w:rsid w:val="00D200EC"/>
    <w:rsid w:val="00D2436F"/>
    <w:rsid w:val="00D32996"/>
    <w:rsid w:val="00D40920"/>
    <w:rsid w:val="00D54857"/>
    <w:rsid w:val="00D66651"/>
    <w:rsid w:val="00D713B6"/>
    <w:rsid w:val="00D812ED"/>
    <w:rsid w:val="00D86A14"/>
    <w:rsid w:val="00D870CA"/>
    <w:rsid w:val="00DA3FED"/>
    <w:rsid w:val="00DB36CB"/>
    <w:rsid w:val="00DB5618"/>
    <w:rsid w:val="00DC0B2D"/>
    <w:rsid w:val="00DD0544"/>
    <w:rsid w:val="00DD7409"/>
    <w:rsid w:val="00E00448"/>
    <w:rsid w:val="00E06980"/>
    <w:rsid w:val="00E26E24"/>
    <w:rsid w:val="00E308A1"/>
    <w:rsid w:val="00E67410"/>
    <w:rsid w:val="00E7072C"/>
    <w:rsid w:val="00E72C8C"/>
    <w:rsid w:val="00E93CE1"/>
    <w:rsid w:val="00E9753B"/>
    <w:rsid w:val="00EA0207"/>
    <w:rsid w:val="00EA45CA"/>
    <w:rsid w:val="00EA66EE"/>
    <w:rsid w:val="00EB0517"/>
    <w:rsid w:val="00EE2AFA"/>
    <w:rsid w:val="00EE36BD"/>
    <w:rsid w:val="00F01516"/>
    <w:rsid w:val="00F03F5E"/>
    <w:rsid w:val="00F13611"/>
    <w:rsid w:val="00F159CC"/>
    <w:rsid w:val="00F21E3D"/>
    <w:rsid w:val="00F4632F"/>
    <w:rsid w:val="00F57399"/>
    <w:rsid w:val="00F72306"/>
    <w:rsid w:val="00F97088"/>
    <w:rsid w:val="00FE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locked/>
    <w:rsid w:val="00250406"/>
    <w:rPr>
      <w:rFonts w:ascii="Roman 10cpi" w:hAnsi="Roman 10cpi" w:cs="Times New Roman"/>
      <w:b/>
    </w:rPr>
  </w:style>
  <w:style w:type="paragraph" w:styleId="Pidipagina">
    <w:name w:val="footer"/>
    <w:basedOn w:val="Normale"/>
    <w:link w:val="PidipaginaCarattere"/>
    <w:uiPriority w:val="99"/>
    <w:semiHidden/>
    <w:rsid w:val="00A70C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A70C93"/>
    <w:rPr>
      <w:rFonts w:ascii="Times New Roman" w:hAnsi="Times New Roman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2"/>
    </w:rPr>
  </w:style>
  <w:style w:type="character" w:customStyle="1" w:styleId="IntestazioneCarattere">
    <w:name w:val="Intestazione Carattere"/>
    <w:link w:val="Intestazione"/>
    <w:uiPriority w:val="99"/>
    <w:locked/>
    <w:rsid w:val="00F159CC"/>
    <w:rPr>
      <w:rFonts w:cs="Times New Roman"/>
      <w:sz w:val="22"/>
    </w:rPr>
  </w:style>
  <w:style w:type="paragraph" w:styleId="Corpodeltesto">
    <w:name w:val="Body Text"/>
    <w:basedOn w:val="Normale"/>
    <w:link w:val="CorpodeltestoCarattere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locked/>
    <w:rsid w:val="00250406"/>
    <w:rPr>
      <w:rFonts w:ascii="Tahoma" w:hAnsi="Tahoma" w:cs="Times New Roman"/>
    </w:rPr>
  </w:style>
  <w:style w:type="character" w:styleId="Collegamentoipertestuale">
    <w:name w:val="Hyperlink"/>
    <w:uiPriority w:val="99"/>
    <w:rsid w:val="00250406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Testofumetto">
    <w:name w:val="Balloon Text"/>
    <w:basedOn w:val="Normale"/>
    <w:link w:val="TestofumettoCarattere"/>
    <w:uiPriority w:val="99"/>
    <w:semiHidden/>
    <w:rsid w:val="00E004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044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750F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7E4BC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7E4BC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7E4BC9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6C3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96DC0-D978-4536-AB94-FFBEBB441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48</TotalTime>
  <Pages>2</Pages>
  <Words>304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AFFIDAMENTO SERVIZI DI MANUTENZIONE, PULIZIA E SFALCIO DEI BORDI STRADALI nei COMUNI DI VERBANIA e PIEVE VERGONTE</vt:lpstr>
    </vt:vector>
  </TitlesOfParts>
  <Company>Microsoft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creator>Rosanna Capella</dc:creator>
  <cp:lastModifiedBy>llp018</cp:lastModifiedBy>
  <cp:revision>56</cp:revision>
  <cp:lastPrinted>2016-08-30T13:49:00Z</cp:lastPrinted>
  <dcterms:created xsi:type="dcterms:W3CDTF">2016-09-13T14:58:00Z</dcterms:created>
  <dcterms:modified xsi:type="dcterms:W3CDTF">2021-05-27T16:00:00Z</dcterms:modified>
</cp:coreProperties>
</file>